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A9" w:rsidRDefault="00ED29D9" w:rsidP="00ED29D9">
      <w:pPr>
        <w:jc w:val="center"/>
      </w:pPr>
      <w:r>
        <w:t>Hero Homework Day 1</w:t>
      </w:r>
    </w:p>
    <w:p w:rsidR="00ED29D9" w:rsidRDefault="00ED29D9" w:rsidP="00ED29D9">
      <w:pPr>
        <w:jc w:val="right"/>
      </w:pPr>
      <w:r>
        <w:t>Name:</w:t>
      </w:r>
      <w:r>
        <w:tab/>
      </w:r>
      <w:r>
        <w:tab/>
      </w:r>
      <w:r>
        <w:tab/>
      </w:r>
    </w:p>
    <w:p w:rsidR="00ED29D9" w:rsidRDefault="00ED29D9" w:rsidP="00ED29D9">
      <w:pPr>
        <w:jc w:val="right"/>
      </w:pPr>
      <w:r>
        <w:t xml:space="preserve">Date: </w:t>
      </w:r>
      <w:r>
        <w:tab/>
      </w:r>
      <w:r>
        <w:tab/>
      </w:r>
      <w:r>
        <w:tab/>
      </w:r>
    </w:p>
    <w:p w:rsidR="00ED29D9" w:rsidRDefault="00ED29D9" w:rsidP="00ED29D9">
      <w:pPr>
        <w:jc w:val="right"/>
      </w:pPr>
      <w:r>
        <w:t>Core:</w:t>
      </w:r>
      <w:r>
        <w:tab/>
      </w:r>
      <w:r>
        <w:tab/>
      </w:r>
      <w:r>
        <w:tab/>
      </w:r>
    </w:p>
    <w:p w:rsidR="00ED29D9" w:rsidRDefault="00ED29D9" w:rsidP="00ED29D9">
      <w:r>
        <w:t>Directions:  Finish the prompt. Provide examples and explain in detail about your hero and villain.</w:t>
      </w:r>
    </w:p>
    <w:p w:rsidR="00ED29D9" w:rsidRDefault="00ED29D9" w:rsidP="00ED29D9"/>
    <w:p w:rsidR="00ED29D9" w:rsidRDefault="00ED29D9" w:rsidP="00ED29D9">
      <w:pPr>
        <w:pStyle w:val="ListParagraph"/>
        <w:numPr>
          <w:ilvl w:val="0"/>
          <w:numId w:val="1"/>
        </w:numPr>
        <w:spacing w:line="480" w:lineRule="auto"/>
      </w:pPr>
      <w:r>
        <w:t>To me a hero is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</w:t>
      </w:r>
    </w:p>
    <w:p w:rsidR="00ED29D9" w:rsidRDefault="00ED29D9" w:rsidP="00ED29D9">
      <w:pPr>
        <w:pStyle w:val="ListParagraph"/>
      </w:pPr>
    </w:p>
    <w:p w:rsidR="00ED29D9" w:rsidRDefault="00ED29D9" w:rsidP="00ED29D9">
      <w:pPr>
        <w:pStyle w:val="ListParagraph"/>
        <w:numPr>
          <w:ilvl w:val="0"/>
          <w:numId w:val="1"/>
        </w:numPr>
      </w:pPr>
      <w:r>
        <w:t>To me a villain is</w:t>
      </w:r>
    </w:p>
    <w:p w:rsidR="00ED29D9" w:rsidRDefault="00ED29D9" w:rsidP="00ED29D9">
      <w:pPr>
        <w:pStyle w:val="ListParagraph"/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</w:t>
      </w:r>
      <w:bookmarkStart w:id="0" w:name="_GoBack"/>
      <w:bookmarkEnd w:id="0"/>
    </w:p>
    <w:sectPr w:rsidR="00ED29D9" w:rsidSect="00ED29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697344"/>
    <w:multiLevelType w:val="hybridMultilevel"/>
    <w:tmpl w:val="44F85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D9"/>
    <w:rsid w:val="00BA4BA9"/>
    <w:rsid w:val="00BC3494"/>
    <w:rsid w:val="00E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9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5DA0-E00B-4D2F-B17A-3151CF589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65F0D113.dotm</Template>
  <TotalTime>1181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2012-07-24T12:34:00Z</dcterms:created>
  <dcterms:modified xsi:type="dcterms:W3CDTF">2012-07-25T14:20:00Z</dcterms:modified>
</cp:coreProperties>
</file>